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749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D618A9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BA6A1B" w:rsidRPr="00C1077D" w:rsidRDefault="00BA6A1B" w:rsidP="00BA6A1B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BA6A1B" w:rsidRDefault="008C5A75" w:rsidP="00BA6A1B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BA6A1B" w:rsidRDefault="006D7E40" w:rsidP="00BA6A1B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BA6A1B">
        <w:rPr>
          <w:u w:val="none"/>
          <w:lang w:val="fr-BE"/>
        </w:rPr>
        <w:t>Sanitair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BA6A1B" w:rsidRDefault="00BA6A1B" w:rsidP="002F1A08"/>
    <w:p w:rsidR="00BA6A1B" w:rsidRDefault="00BA6A1B" w:rsidP="002F1A08"/>
    <w:p w:rsidR="00BA6A1B" w:rsidRPr="002F1A08" w:rsidRDefault="00BA6A1B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BA6A1B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F0CB88C" wp14:editId="76109AF0">
            <wp:extent cx="2446973" cy="34004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2768" cy="3408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BA6A1B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BA6A1B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A6A1B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18A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18FA0E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23D0951-DAD4-4746-A99D-E02B4CF29FFF}"/>
</file>

<file path=customXml/itemProps2.xml><?xml version="1.0" encoding="utf-8"?>
<ds:datastoreItem xmlns:ds="http://schemas.openxmlformats.org/officeDocument/2006/customXml" ds:itemID="{ECF77732-9E1E-40FF-9E3C-F0E12E9AC0F1}"/>
</file>

<file path=customXml/itemProps3.xml><?xml version="1.0" encoding="utf-8"?>
<ds:datastoreItem xmlns:ds="http://schemas.openxmlformats.org/officeDocument/2006/customXml" ds:itemID="{49ED4703-62A7-4BBF-93A1-4AEDB0D90A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2</Pages>
  <Words>247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